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57983" w:rsidRDefault="00A57983">
      <w:pPr>
        <w:rPr>
          <w:rFonts w:ascii="Helvetica" w:hAnsi="Helvetica" w:cs="Helvetica"/>
          <w:b/>
        </w:rPr>
      </w:pPr>
      <w:r w:rsidRPr="00EE4226">
        <w:rPr>
          <w:rFonts w:ascii="Helvetica" w:hAnsi="Helvetica" w:cs="Helvetica"/>
          <w:b/>
        </w:rPr>
        <w:t xml:space="preserve"> </w:t>
      </w:r>
      <w:r w:rsidR="00DC71F2">
        <w:rPr>
          <w:rFonts w:ascii="Helvetica" w:hAnsi="Helvetica" w:cs="Helvetica"/>
          <w:b/>
        </w:rPr>
        <w:t>ADDITIONAL</w:t>
      </w:r>
      <w:bookmarkStart w:id="0" w:name="_GoBack"/>
      <w:bookmarkEnd w:id="0"/>
      <w:r w:rsidRPr="00EE4226">
        <w:rPr>
          <w:rFonts w:ascii="Helvetica" w:hAnsi="Helvetica" w:cs="Helvetica"/>
          <w:b/>
        </w:rPr>
        <w:t>CHANGES TO REPORT</w:t>
      </w:r>
    </w:p>
    <w:p w:rsidR="00EE4226" w:rsidRDefault="00EE4226">
      <w:pPr>
        <w:rPr>
          <w:rFonts w:ascii="Helvetica" w:hAnsi="Helvetica" w:cs="Helvetica"/>
          <w:b/>
        </w:rPr>
      </w:pPr>
    </w:p>
    <w:p w:rsidR="00EE4226" w:rsidRDefault="00EE4226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Can you make the orange SCIO’s </w:t>
      </w:r>
      <w:r w:rsidR="00B069C9">
        <w:rPr>
          <w:rFonts w:ascii="Helvetica" w:hAnsi="Helvetica" w:cs="Helvetica"/>
        </w:rPr>
        <w:t>throughout report bolder</w:t>
      </w:r>
      <w:r>
        <w:rPr>
          <w:rFonts w:ascii="Helvetica" w:hAnsi="Helvetica" w:cs="Helvetica"/>
        </w:rPr>
        <w:t xml:space="preserve"> </w:t>
      </w:r>
      <w:r w:rsidR="00B069C9">
        <w:rPr>
          <w:rFonts w:ascii="Helvetica" w:hAnsi="Helvetica" w:cs="Helvetica"/>
        </w:rPr>
        <w:t>to make them more readable relative to Lockton’s.</w:t>
      </w:r>
    </w:p>
    <w:p w:rsidR="00B069C9" w:rsidRDefault="00B069C9">
      <w:pPr>
        <w:rPr>
          <w:rFonts w:ascii="Helvetica" w:hAnsi="Helvetica" w:cs="Helvetica"/>
        </w:rPr>
      </w:pPr>
    </w:p>
    <w:p w:rsidR="00EE4226" w:rsidRDefault="00B069C9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When SCIO’S written with an apostrophe S, have the S be in orange too.  </w:t>
      </w:r>
    </w:p>
    <w:p w:rsidR="00B069C9" w:rsidRPr="00EE4226" w:rsidRDefault="00B069C9">
      <w:pPr>
        <w:rPr>
          <w:rFonts w:ascii="Helvetica" w:hAnsi="Helvetica" w:cs="Helvetica"/>
        </w:rPr>
      </w:pPr>
    </w:p>
    <w:p w:rsidR="00A57983" w:rsidRPr="00EE4226" w:rsidRDefault="00A57983">
      <w:pPr>
        <w:rPr>
          <w:rFonts w:ascii="Helvetica" w:hAnsi="Helvetica" w:cs="Helvetica"/>
          <w:b/>
        </w:rPr>
      </w:pPr>
      <w:r w:rsidRPr="00EE4226">
        <w:rPr>
          <w:rFonts w:ascii="Helvetica" w:hAnsi="Helvetica" w:cs="Helvetica"/>
          <w:b/>
        </w:rPr>
        <w:t>Page 2</w:t>
      </w:r>
    </w:p>
    <w:p w:rsidR="00A57983" w:rsidRDefault="00A57983">
      <w:pPr>
        <w:rPr>
          <w:rFonts w:ascii="Helvetica" w:hAnsi="Helvetica" w:cs="Helvetica"/>
        </w:rPr>
      </w:pPr>
    </w:p>
    <w:p w:rsidR="00A57983" w:rsidRDefault="00A57983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Switch</w:t>
      </w:r>
      <w:r w:rsidR="00EE4226">
        <w:rPr>
          <w:rFonts w:ascii="Helvetica" w:hAnsi="Helvetica" w:cs="Helvetica"/>
        </w:rPr>
        <w:t xml:space="preserve"> the quote on the bottom of pg</w:t>
      </w:r>
      <w:r>
        <w:rPr>
          <w:rFonts w:ascii="Helvetica" w:hAnsi="Helvetica" w:cs="Helvetica"/>
        </w:rPr>
        <w:t xml:space="preserve"> 2 (Past performance) with the quote</w:t>
      </w:r>
      <w:r w:rsidR="00EE4226">
        <w:rPr>
          <w:rFonts w:ascii="Helvetica" w:hAnsi="Helvetica" w:cs="Helvetica"/>
        </w:rPr>
        <w:t xml:space="preserve"> on pg 5 (Let’s continue to build…).  Delete the words “</w:t>
      </w:r>
      <w:r w:rsidR="00B069C9">
        <w:rPr>
          <w:rFonts w:ascii="Helvetica" w:hAnsi="Helvetica" w:cs="Helvetica"/>
        </w:rPr>
        <w:t>around the product”</w:t>
      </w:r>
      <w:r w:rsidR="00EE4226">
        <w:rPr>
          <w:rFonts w:ascii="Helvetica" w:hAnsi="Helvetica" w:cs="Helvetica"/>
        </w:rPr>
        <w:t>from that quote so it reads “Let’s continue to build excitement. Lockton and SCIO have the potenti</w:t>
      </w:r>
      <w:r w:rsidR="00B069C9">
        <w:rPr>
          <w:rFonts w:ascii="Helvetica" w:hAnsi="Helvetica" w:cs="Helvetica"/>
        </w:rPr>
        <w:t>al to do great things together.”</w:t>
      </w:r>
    </w:p>
    <w:p w:rsidR="00B069C9" w:rsidRDefault="00B069C9">
      <w:pPr>
        <w:rPr>
          <w:rFonts w:ascii="Helvetica" w:hAnsi="Helvetica" w:cs="Helvetica"/>
        </w:rPr>
      </w:pPr>
    </w:p>
    <w:p w:rsidR="00EE4226" w:rsidRDefault="00EE4226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Don’t use the special bold Lockton and orange SCIO for the quote.</w:t>
      </w:r>
    </w:p>
    <w:p w:rsidR="00B069C9" w:rsidRDefault="00B069C9">
      <w:pPr>
        <w:rPr>
          <w:rFonts w:ascii="Helvetica" w:hAnsi="Helvetica" w:cs="Helvetica"/>
        </w:rPr>
      </w:pPr>
    </w:p>
    <w:p w:rsidR="00B069C9" w:rsidRDefault="00B069C9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In the quote on Past Performance, change the word “the” in third line to “to” </w:t>
      </w:r>
    </w:p>
    <w:p w:rsidR="00A57983" w:rsidRDefault="00A57983">
      <w:pPr>
        <w:rPr>
          <w:rFonts w:ascii="Helvetica" w:hAnsi="Helvetica" w:cs="Helvetica"/>
        </w:rPr>
      </w:pPr>
    </w:p>
    <w:p w:rsidR="00A57983" w:rsidRPr="00EE4226" w:rsidRDefault="00A57983">
      <w:pPr>
        <w:rPr>
          <w:rFonts w:ascii="Helvetica" w:hAnsi="Helvetica" w:cs="Helvetica"/>
          <w:b/>
        </w:rPr>
      </w:pPr>
      <w:r w:rsidRPr="00EE4226">
        <w:rPr>
          <w:rFonts w:ascii="Helvetica" w:hAnsi="Helvetica" w:cs="Helvetica"/>
          <w:b/>
        </w:rPr>
        <w:t>Page 3</w:t>
      </w:r>
    </w:p>
    <w:p w:rsidR="00A57983" w:rsidRDefault="00A57983">
      <w:pPr>
        <w:rPr>
          <w:rFonts w:ascii="Helvetica" w:hAnsi="Helvetica" w:cs="Helvetica"/>
        </w:rPr>
      </w:pPr>
    </w:p>
    <w:p w:rsidR="00A57983" w:rsidRDefault="00A57983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Change the 7 orange titles under Summary Themes to bold</w:t>
      </w:r>
    </w:p>
    <w:p w:rsidR="00B069C9" w:rsidRDefault="00B069C9">
      <w:pPr>
        <w:rPr>
          <w:rFonts w:ascii="Helvetica" w:hAnsi="Helvetica" w:cs="Helvetica"/>
        </w:rPr>
      </w:pPr>
    </w:p>
    <w:p w:rsidR="00B069C9" w:rsidRPr="00B069C9" w:rsidRDefault="00B069C9">
      <w:pPr>
        <w:rPr>
          <w:rFonts w:ascii="Helvetica" w:hAnsi="Helvetica" w:cs="Helvetica"/>
          <w:b/>
        </w:rPr>
      </w:pPr>
      <w:r w:rsidRPr="00B069C9">
        <w:rPr>
          <w:rFonts w:ascii="Helvetica" w:hAnsi="Helvetica" w:cs="Helvetica"/>
          <w:b/>
        </w:rPr>
        <w:t>Page 4</w:t>
      </w:r>
    </w:p>
    <w:p w:rsidR="00B069C9" w:rsidRDefault="00B069C9">
      <w:pPr>
        <w:rPr>
          <w:rFonts w:ascii="Helvetica" w:hAnsi="Helvetica" w:cs="Helvetica"/>
        </w:rPr>
      </w:pPr>
    </w:p>
    <w:p w:rsidR="00B069C9" w:rsidRDefault="00B069C9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Change first bullet point in Overall Performance Feedback Highlights to Very problematic implementation; Lockton takes ownership for some of this.  (delete text beginning with significant issues with…)</w:t>
      </w:r>
    </w:p>
    <w:p w:rsidR="00B069C9" w:rsidRDefault="00B069C9">
      <w:pPr>
        <w:rPr>
          <w:rFonts w:ascii="Helvetica" w:hAnsi="Helvetica" w:cs="Helvetica"/>
        </w:rPr>
      </w:pPr>
    </w:p>
    <w:p w:rsidR="00B069C9" w:rsidRDefault="00B069C9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Delete 3</w:t>
      </w:r>
      <w:r w:rsidRPr="00B069C9">
        <w:rPr>
          <w:rFonts w:ascii="Helvetica" w:hAnsi="Helvetica" w:cs="Helvetica"/>
          <w:vertAlign w:val="superscript"/>
        </w:rPr>
        <w:t>rd</w:t>
      </w:r>
      <w:r>
        <w:rPr>
          <w:rFonts w:ascii="Helvetica" w:hAnsi="Helvetica" w:cs="Helvetica"/>
        </w:rPr>
        <w:t xml:space="preserve"> bullet point “Lockton owns some of the implementation problems”</w:t>
      </w:r>
    </w:p>
    <w:p w:rsidR="00EE4226" w:rsidRDefault="00EE4226">
      <w:pPr>
        <w:rPr>
          <w:rFonts w:ascii="Helvetica" w:hAnsi="Helvetica" w:cs="Helvetica"/>
        </w:rPr>
      </w:pPr>
    </w:p>
    <w:p w:rsidR="00EE4226" w:rsidRPr="00EE4226" w:rsidRDefault="00EE4226">
      <w:pPr>
        <w:rPr>
          <w:rFonts w:ascii="Helvetica" w:hAnsi="Helvetica" w:cs="Helvetica"/>
          <w:b/>
        </w:rPr>
      </w:pPr>
      <w:r w:rsidRPr="00EE4226">
        <w:rPr>
          <w:rFonts w:ascii="Helvetica" w:hAnsi="Helvetica" w:cs="Helvetica"/>
          <w:b/>
        </w:rPr>
        <w:t>Page 6</w:t>
      </w:r>
    </w:p>
    <w:p w:rsidR="00EE4226" w:rsidRDefault="00EE4226">
      <w:pPr>
        <w:rPr>
          <w:rFonts w:ascii="Helvetica" w:hAnsi="Helvetica" w:cs="Helvetica"/>
        </w:rPr>
      </w:pPr>
    </w:p>
    <w:p w:rsidR="00EE4226" w:rsidRDefault="00EE4226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We’d like the three “Top 3” graphics formatted the same (maybe each in gray box) taking up like 2/3 of the page with the two quotes smaller.  </w:t>
      </w:r>
    </w:p>
    <w:p w:rsidR="00EE4226" w:rsidRDefault="00EE4226">
      <w:pPr>
        <w:rPr>
          <w:rFonts w:ascii="Helvetica" w:hAnsi="Helvetica" w:cs="Helvetica"/>
        </w:rPr>
      </w:pPr>
    </w:p>
    <w:p w:rsidR="00EE4226" w:rsidRPr="00B069C9" w:rsidRDefault="00EE4226">
      <w:pPr>
        <w:rPr>
          <w:rFonts w:ascii="Helvetica" w:hAnsi="Helvetica" w:cs="Helvetica"/>
          <w:b/>
        </w:rPr>
      </w:pPr>
      <w:r w:rsidRPr="00B069C9">
        <w:rPr>
          <w:rFonts w:ascii="Helvetica" w:hAnsi="Helvetica" w:cs="Helvetica"/>
          <w:b/>
        </w:rPr>
        <w:t>Page 7</w:t>
      </w:r>
    </w:p>
    <w:p w:rsidR="00EE4226" w:rsidRDefault="00EE4226">
      <w:pPr>
        <w:rPr>
          <w:rFonts w:ascii="Helvetica" w:hAnsi="Helvetica" w:cs="Helvetica"/>
        </w:rPr>
      </w:pPr>
    </w:p>
    <w:p w:rsidR="00B069C9" w:rsidRDefault="00B069C9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Delete current titles in gray and replace the wording in gray with</w:t>
      </w:r>
      <w:r w:rsidR="00850981">
        <w:rPr>
          <w:rFonts w:ascii="Helvetica" w:hAnsi="Helvetica" w:cs="Helvetica"/>
        </w:rPr>
        <w:t xml:space="preserve"> the text</w:t>
      </w:r>
      <w:r>
        <w:rPr>
          <w:rFonts w:ascii="Helvetica" w:hAnsi="Helvetica" w:cs="Helvetica"/>
        </w:rPr>
        <w:t xml:space="preserve"> underneath graph</w:t>
      </w:r>
    </w:p>
    <w:p w:rsidR="00EE4226" w:rsidRDefault="00B069C9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% LOCKTON RESPONDENTS SELECTING FACTOR AS “TOP 3” </w:t>
      </w:r>
      <w:r w:rsidR="00850981">
        <w:rPr>
          <w:rFonts w:ascii="Helvetica" w:hAnsi="Helvetica" w:cs="Helvetica"/>
        </w:rPr>
        <w:t>. So nothing will be under the graph.</w:t>
      </w:r>
    </w:p>
    <w:p w:rsidR="00850981" w:rsidRDefault="00850981">
      <w:pPr>
        <w:rPr>
          <w:rFonts w:ascii="Helvetica" w:hAnsi="Helvetica" w:cs="Helvetica"/>
        </w:rPr>
      </w:pPr>
      <w:r>
        <w:rPr>
          <w:rFonts w:ascii="Helvetica" w:hAnsi="Helvetica" w:cs="Helvetica"/>
        </w:rPr>
        <w:br w:type="page"/>
      </w:r>
    </w:p>
    <w:p w:rsidR="00850981" w:rsidRDefault="00850981" w:rsidP="00850981">
      <w:pPr>
        <w:rPr>
          <w:rFonts w:ascii="Helvetica" w:hAnsi="Helvetica" w:cs="Helvetica"/>
        </w:rPr>
      </w:pPr>
    </w:p>
    <w:p w:rsidR="00850981" w:rsidRDefault="00850981" w:rsidP="00850981">
      <w:pPr>
        <w:rPr>
          <w:rFonts w:ascii="Helvetica" w:hAnsi="Helvetica" w:cs="Helvetica"/>
        </w:rPr>
      </w:pPr>
    </w:p>
    <w:p w:rsidR="00B8131A" w:rsidRPr="00464632" w:rsidRDefault="00B8131A" w:rsidP="00850981">
      <w:pPr>
        <w:rPr>
          <w:rFonts w:ascii="Helvetica" w:hAnsi="Helvetica" w:cs="Helvetica"/>
          <w:b/>
        </w:rPr>
      </w:pPr>
      <w:r w:rsidRPr="00464632">
        <w:rPr>
          <w:rFonts w:ascii="Helvetica" w:hAnsi="Helvetica" w:cs="Helvetica"/>
          <w:b/>
        </w:rPr>
        <w:t xml:space="preserve">We want to also produce a </w:t>
      </w:r>
      <w:r w:rsidR="00464632">
        <w:rPr>
          <w:rFonts w:ascii="Helvetica" w:hAnsi="Helvetica" w:cs="Helvetica"/>
          <w:b/>
        </w:rPr>
        <w:t>2</w:t>
      </w:r>
      <w:r w:rsidR="00464632" w:rsidRPr="00464632">
        <w:rPr>
          <w:rFonts w:ascii="Helvetica" w:hAnsi="Helvetica" w:cs="Helvetica"/>
          <w:b/>
          <w:vertAlign w:val="superscript"/>
        </w:rPr>
        <w:t>nd</w:t>
      </w:r>
      <w:r w:rsidR="00464632">
        <w:rPr>
          <w:rFonts w:ascii="Helvetica" w:hAnsi="Helvetica" w:cs="Helvetica"/>
          <w:b/>
        </w:rPr>
        <w:t xml:space="preserve"> </w:t>
      </w:r>
      <w:r w:rsidRPr="00464632">
        <w:rPr>
          <w:rFonts w:ascii="Helvetica" w:hAnsi="Helvetica" w:cs="Helvetica"/>
          <w:b/>
        </w:rPr>
        <w:t>shorter do</w:t>
      </w:r>
      <w:r w:rsidR="00850981" w:rsidRPr="00464632">
        <w:rPr>
          <w:rFonts w:ascii="Helvetica" w:hAnsi="Helvetica" w:cs="Helvetica"/>
          <w:b/>
        </w:rPr>
        <w:t>cument with the following pages.</w:t>
      </w:r>
    </w:p>
    <w:p w:rsidR="00850981" w:rsidRDefault="00850981" w:rsidP="00850981">
      <w:pPr>
        <w:rPr>
          <w:rFonts w:ascii="Helvetica" w:hAnsi="Helvetica" w:cs="Helvetica"/>
        </w:rPr>
      </w:pPr>
    </w:p>
    <w:p w:rsidR="00850981" w:rsidRDefault="00850981" w:rsidP="00850981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Cover Page – single sided: Change title to Lockton/SCIO Partnership Feedback Summary  May 2018</w:t>
      </w:r>
    </w:p>
    <w:p w:rsidR="00850981" w:rsidRDefault="00850981" w:rsidP="00850981">
      <w:pPr>
        <w:rPr>
          <w:rFonts w:ascii="Helvetica" w:hAnsi="Helvetica" w:cs="Helvetica"/>
        </w:rPr>
      </w:pPr>
    </w:p>
    <w:p w:rsidR="00850981" w:rsidRDefault="00850981" w:rsidP="00850981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Then double sided: (page #s listed are the ones in the full report, but they will need new #s)</w:t>
      </w:r>
    </w:p>
    <w:p w:rsidR="00850981" w:rsidRDefault="00850981" w:rsidP="00850981">
      <w:pPr>
        <w:rPr>
          <w:rFonts w:ascii="Helvetica" w:hAnsi="Helvetica" w:cs="Helvetica"/>
        </w:rPr>
      </w:pPr>
    </w:p>
    <w:p w:rsidR="00850981" w:rsidRDefault="00850981" w:rsidP="00850981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Pg 2: Introduction</w:t>
      </w:r>
    </w:p>
    <w:p w:rsidR="00850981" w:rsidRDefault="00850981" w:rsidP="00850981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Pg 3” Key Targets/Summary Themes</w:t>
      </w:r>
    </w:p>
    <w:p w:rsidR="00850981" w:rsidRDefault="00850981" w:rsidP="00850981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Pg 4 through Pg 10 (so don’t include Advisory Team or beyond)</w:t>
      </w:r>
    </w:p>
    <w:p w:rsidR="00B8131A" w:rsidRDefault="00B8131A">
      <w:pPr>
        <w:rPr>
          <w:rFonts w:ascii="Helvetica" w:hAnsi="Helvetica" w:cs="Helvetica"/>
        </w:rPr>
      </w:pPr>
    </w:p>
    <w:p w:rsidR="00464632" w:rsidRDefault="00464632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Delete all the quotes and see if you can fit the three Top 3 graphics smaller on the same page with Quick Win Opportunities.</w:t>
      </w:r>
    </w:p>
    <w:p w:rsidR="00B8131A" w:rsidRDefault="00B8131A" w:rsidP="00B8131A">
      <w:pPr>
        <w:rPr>
          <w:rFonts w:ascii="Helvetica" w:hAnsi="Helvetica" w:cs="Helvetica"/>
        </w:rPr>
      </w:pPr>
    </w:p>
    <w:p w:rsidR="00B8131A" w:rsidRDefault="00B8131A" w:rsidP="00B8131A">
      <w:pPr>
        <w:rPr>
          <w:rFonts w:ascii="Helvetica" w:hAnsi="Helvetica" w:cs="Helvetica"/>
        </w:rPr>
      </w:pPr>
    </w:p>
    <w:p w:rsidR="00B8131A" w:rsidRPr="00B8131A" w:rsidRDefault="00B8131A" w:rsidP="00B8131A">
      <w:pPr>
        <w:rPr>
          <w:rFonts w:ascii="Helvetica" w:hAnsi="Helvetica" w:cs="Helvetica"/>
        </w:rPr>
      </w:pPr>
    </w:p>
    <w:p w:rsidR="00136774" w:rsidRPr="000965EF" w:rsidRDefault="00136774">
      <w:pPr>
        <w:rPr>
          <w:rFonts w:ascii="Helvetica" w:hAnsi="Helvetica" w:cs="Helvetica"/>
        </w:rPr>
      </w:pPr>
    </w:p>
    <w:sectPr w:rsidR="00136774" w:rsidRPr="000965EF" w:rsidSect="00E916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576" w:footer="28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77F" w:rsidRDefault="001A277F">
      <w:pPr>
        <w:spacing w:line="240" w:lineRule="auto"/>
      </w:pPr>
      <w:r>
        <w:separator/>
      </w:r>
    </w:p>
  </w:endnote>
  <w:endnote w:type="continuationSeparator" w:id="0">
    <w:p w:rsidR="001A277F" w:rsidRDefault="001A27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0E4" w:rsidRDefault="008150E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EFA" w:rsidRDefault="008150E4">
    <w:pPr>
      <w:jc w:val="center"/>
    </w:pPr>
    <w:r>
      <w:rPr>
        <w:sz w:val="16"/>
        <w:szCs w:val="16"/>
      </w:rPr>
      <w:t>© 2018</w:t>
    </w:r>
    <w:r w:rsidR="000965EF">
      <w:rPr>
        <w:sz w:val="16"/>
        <w:szCs w:val="16"/>
      </w:rPr>
      <w:t xml:space="preserve"> </w:t>
    </w:r>
    <w:r w:rsidR="00AA0249">
      <w:rPr>
        <w:sz w:val="16"/>
        <w:szCs w:val="16"/>
      </w:rPr>
      <w:t xml:space="preserve">Cleaver Company. PO Box 65, Sherborn, MA 01770 USA  508.620.0553  </w:t>
    </w:r>
    <w:hyperlink r:id="rId1">
      <w:r w:rsidR="00AA0249">
        <w:rPr>
          <w:color w:val="1155CC"/>
          <w:sz w:val="16"/>
          <w:szCs w:val="16"/>
          <w:u w:val="single"/>
        </w:rPr>
        <w:t>www.cleavercompany.com</w:t>
      </w:r>
    </w:hyperlink>
    <w:r w:rsidR="00AA0249">
      <w:rPr>
        <w:sz w:val="16"/>
        <w:szCs w:val="16"/>
      </w:rPr>
      <w:t xml:space="preserve">  </w:t>
    </w:r>
  </w:p>
  <w:p w:rsidR="00C72EFA" w:rsidRDefault="00C72EFA">
    <w:pPr>
      <w:jc w:val="center"/>
    </w:pPr>
  </w:p>
  <w:p w:rsidR="00C72EFA" w:rsidRDefault="00AA0249">
    <w:pPr>
      <w:jc w:val="center"/>
    </w:pPr>
    <w:r>
      <w:fldChar w:fldCharType="begin"/>
    </w:r>
    <w:r>
      <w:instrText>PAGE</w:instrText>
    </w:r>
    <w:r>
      <w:fldChar w:fldCharType="separate"/>
    </w:r>
    <w:r w:rsidR="00DC71F2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0E4" w:rsidRDefault="008150E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77F" w:rsidRDefault="001A277F">
      <w:pPr>
        <w:spacing w:line="240" w:lineRule="auto"/>
      </w:pPr>
      <w:r>
        <w:separator/>
      </w:r>
    </w:p>
  </w:footnote>
  <w:footnote w:type="continuationSeparator" w:id="0">
    <w:p w:rsidR="001A277F" w:rsidRDefault="001A277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0E4" w:rsidRDefault="008150E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EFA" w:rsidRDefault="00CC41B4">
    <w:pPr>
      <w:jc w:val="center"/>
    </w:pPr>
    <w:r>
      <w:rPr>
        <w:noProof/>
      </w:rPr>
      <w:drawing>
        <wp:inline distT="114300" distB="114300" distL="114300" distR="114300" wp14:anchorId="62DCCAE4" wp14:editId="4B6065C5">
          <wp:extent cx="1901918" cy="442913"/>
          <wp:effectExtent l="0" t="0" r="0" b="0"/>
          <wp:docPr id="1" name="image01.jpg" descr="15-04_Cleaver_Logo_Primary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jpg" descr="15-04_Cleaver_Logo_Primary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01918" cy="44291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C72EFA" w:rsidRDefault="00C72EFA">
    <w:pPr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0E4" w:rsidRDefault="008150E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B5775"/>
    <w:multiLevelType w:val="multilevel"/>
    <w:tmpl w:val="E924A7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CB42CD"/>
    <w:multiLevelType w:val="multilevel"/>
    <w:tmpl w:val="F50A25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2A40D8F"/>
    <w:multiLevelType w:val="multilevel"/>
    <w:tmpl w:val="9B6AB2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17F61BE"/>
    <w:multiLevelType w:val="multilevel"/>
    <w:tmpl w:val="0AE09F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74D7B29"/>
    <w:multiLevelType w:val="hybridMultilevel"/>
    <w:tmpl w:val="3C8421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5"/>
    </w:lvlOverride>
  </w:num>
  <w:num w:numId="4">
    <w:abstractNumId w:val="0"/>
    <w:lvlOverride w:ilvl="0">
      <w:startOverride w:val="6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150E4"/>
    <w:rsid w:val="000965EF"/>
    <w:rsid w:val="00130F64"/>
    <w:rsid w:val="00136774"/>
    <w:rsid w:val="001A277F"/>
    <w:rsid w:val="002711EC"/>
    <w:rsid w:val="0029557C"/>
    <w:rsid w:val="002B314B"/>
    <w:rsid w:val="003051B4"/>
    <w:rsid w:val="00464632"/>
    <w:rsid w:val="004D14F3"/>
    <w:rsid w:val="005B228A"/>
    <w:rsid w:val="006D7485"/>
    <w:rsid w:val="006E3185"/>
    <w:rsid w:val="008073CC"/>
    <w:rsid w:val="008150E4"/>
    <w:rsid w:val="00850981"/>
    <w:rsid w:val="008A2B9E"/>
    <w:rsid w:val="008E2E98"/>
    <w:rsid w:val="00A57983"/>
    <w:rsid w:val="00AA0249"/>
    <w:rsid w:val="00B069C9"/>
    <w:rsid w:val="00B8131A"/>
    <w:rsid w:val="00B82984"/>
    <w:rsid w:val="00B91B02"/>
    <w:rsid w:val="00B93419"/>
    <w:rsid w:val="00C32308"/>
    <w:rsid w:val="00C41ECB"/>
    <w:rsid w:val="00C72EFA"/>
    <w:rsid w:val="00CC41B4"/>
    <w:rsid w:val="00CE3E0C"/>
    <w:rsid w:val="00D313F3"/>
    <w:rsid w:val="00DC71F2"/>
    <w:rsid w:val="00E70F39"/>
    <w:rsid w:val="00E803C3"/>
    <w:rsid w:val="00E916E5"/>
    <w:rsid w:val="00EE4226"/>
    <w:rsid w:val="00EF46D3"/>
    <w:rsid w:val="00F42BDA"/>
    <w:rsid w:val="00F5694D"/>
    <w:rsid w:val="00FA7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3E0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3E0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9557C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557C"/>
  </w:style>
  <w:style w:type="paragraph" w:styleId="Footer">
    <w:name w:val="footer"/>
    <w:basedOn w:val="Normal"/>
    <w:link w:val="FooterChar"/>
    <w:uiPriority w:val="99"/>
    <w:unhideWhenUsed/>
    <w:rsid w:val="0029557C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557C"/>
  </w:style>
  <w:style w:type="paragraph" w:styleId="NormalWeb">
    <w:name w:val="Normal (Web)"/>
    <w:basedOn w:val="Normal"/>
    <w:uiPriority w:val="99"/>
    <w:semiHidden/>
    <w:unhideWhenUsed/>
    <w:rsid w:val="001367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ocpalertsection">
    <w:name w:val="ocpalertsection"/>
    <w:basedOn w:val="Normal"/>
    <w:rsid w:val="001367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Subtitle1">
    <w:name w:val="Subtitle1"/>
    <w:basedOn w:val="Normal"/>
    <w:rsid w:val="00C32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author">
    <w:name w:val="author"/>
    <w:basedOn w:val="Normal"/>
    <w:rsid w:val="00C32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bodytext">
    <w:name w:val="bodytext"/>
    <w:basedOn w:val="Normal"/>
    <w:rsid w:val="00C32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code">
    <w:name w:val="code"/>
    <w:basedOn w:val="Normal"/>
    <w:rsid w:val="00C32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bodytextindent">
    <w:name w:val="bodytextindent"/>
    <w:basedOn w:val="Normal"/>
    <w:rsid w:val="00C32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ListParagraph">
    <w:name w:val="List Paragraph"/>
    <w:basedOn w:val="Normal"/>
    <w:uiPriority w:val="34"/>
    <w:qFormat/>
    <w:rsid w:val="00B813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3E0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3E0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9557C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557C"/>
  </w:style>
  <w:style w:type="paragraph" w:styleId="Footer">
    <w:name w:val="footer"/>
    <w:basedOn w:val="Normal"/>
    <w:link w:val="FooterChar"/>
    <w:uiPriority w:val="99"/>
    <w:unhideWhenUsed/>
    <w:rsid w:val="0029557C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557C"/>
  </w:style>
  <w:style w:type="paragraph" w:styleId="NormalWeb">
    <w:name w:val="Normal (Web)"/>
    <w:basedOn w:val="Normal"/>
    <w:uiPriority w:val="99"/>
    <w:semiHidden/>
    <w:unhideWhenUsed/>
    <w:rsid w:val="001367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ocpalertsection">
    <w:name w:val="ocpalertsection"/>
    <w:basedOn w:val="Normal"/>
    <w:rsid w:val="001367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Subtitle1">
    <w:name w:val="Subtitle1"/>
    <w:basedOn w:val="Normal"/>
    <w:rsid w:val="00C32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author">
    <w:name w:val="author"/>
    <w:basedOn w:val="Normal"/>
    <w:rsid w:val="00C32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bodytext">
    <w:name w:val="bodytext"/>
    <w:basedOn w:val="Normal"/>
    <w:rsid w:val="00C32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code">
    <w:name w:val="code"/>
    <w:basedOn w:val="Normal"/>
    <w:rsid w:val="00C32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bodytextindent">
    <w:name w:val="bodytextindent"/>
    <w:basedOn w:val="Normal"/>
    <w:rsid w:val="00C32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ListParagraph">
    <w:name w:val="List Paragraph"/>
    <w:basedOn w:val="Normal"/>
    <w:uiPriority w:val="34"/>
    <w:qFormat/>
    <w:rsid w:val="00B813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leavercompany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leaver%20AM\Desktop\Cleaver%202017%20Word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Cleaver 2017 Word Template</Template>
  <TotalTime>5</TotalTime>
  <Pages>2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Cleaver AM</dc:creator>
  <cp:lastModifiedBy>Cleaver AM</cp:lastModifiedBy>
  <cp:revision>3</cp:revision>
  <cp:lastPrinted>2018-04-09T16:39:00Z</cp:lastPrinted>
  <dcterms:created xsi:type="dcterms:W3CDTF">2018-04-27T17:41:00Z</dcterms:created>
  <dcterms:modified xsi:type="dcterms:W3CDTF">2018-04-27T17:45:00Z</dcterms:modified>
</cp:coreProperties>
</file>